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69789" w14:textId="77777777" w:rsidR="00A7382D" w:rsidRPr="00185E58" w:rsidRDefault="00A113FC" w:rsidP="00C97CD9">
      <w:pPr>
        <w:pStyle w:val="Estilo1"/>
        <w:spacing w:line="288" w:lineRule="auto"/>
      </w:pPr>
      <w:r w:rsidRPr="00185E58">
        <w:t>Documento de referencia</w:t>
      </w:r>
    </w:p>
    <w:p w14:paraId="52A02322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>ste documento</w:t>
      </w:r>
      <w:r w:rsidRPr="00185E58">
        <w:rPr>
          <w:sz w:val="20"/>
        </w:rPr>
        <w:t xml:space="preserve"> se constituye en </w:t>
      </w:r>
      <w:r w:rsidR="00DB2390" w:rsidRPr="00185E58">
        <w:rPr>
          <w:sz w:val="20"/>
        </w:rPr>
        <w:t xml:space="preserve">referencia para escribir textos oficiales de la Universidad de Cádiz desde las </w:t>
      </w:r>
      <w:bookmarkStart w:id="0" w:name="_GoBack"/>
      <w:bookmarkEnd w:id="0"/>
      <w:r w:rsidR="00DB2390" w:rsidRPr="00185E58">
        <w:rPr>
          <w:sz w:val="20"/>
        </w:rPr>
        <w:t>dist</w:t>
      </w:r>
      <w:r w:rsidR="002559EF" w:rsidRPr="00185E58">
        <w:rPr>
          <w:sz w:val="20"/>
        </w:rPr>
        <w:t>intas unidades que la conforman y está basado en las recomendaciones del Manual de normas de identidad visual.</w:t>
      </w:r>
    </w:p>
    <w:p w14:paraId="6470AA50" w14:textId="77777777" w:rsidR="00A113FC" w:rsidRPr="00185E58" w:rsidRDefault="00A113FC" w:rsidP="00C97CD9">
      <w:pPr>
        <w:pStyle w:val="Estilo1"/>
        <w:spacing w:line="288" w:lineRule="auto"/>
      </w:pPr>
      <w:r w:rsidRPr="00185E58">
        <w:t xml:space="preserve">Encabezado de </w:t>
      </w:r>
      <w:r w:rsidR="002559EF" w:rsidRPr="00185E58">
        <w:t xml:space="preserve">la primera </w:t>
      </w:r>
      <w:r w:rsidRPr="00185E58">
        <w:t>página</w:t>
      </w:r>
    </w:p>
    <w:p w14:paraId="5142AC88" w14:textId="77777777" w:rsidR="00DB2390" w:rsidRPr="00185E58" w:rsidRDefault="00A113FC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DB2390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la primera página </w:t>
      </w:r>
      <w:r w:rsidR="00DB2390" w:rsidRPr="00185E58">
        <w:rPr>
          <w:sz w:val="20"/>
        </w:rPr>
        <w:t>está constituido por tres bloques marcados con línea vertical de color naranja corporativo</w:t>
      </w:r>
      <w:r w:rsidR="00FF1672" w:rsidRPr="00185E58">
        <w:rPr>
          <w:sz w:val="20"/>
        </w:rPr>
        <w:t xml:space="preserve"> </w:t>
      </w:r>
      <w:r w:rsidR="008F6A48">
        <w:rPr>
          <w:sz w:val="20"/>
        </w:rPr>
        <w:t>que se editan con</w:t>
      </w:r>
      <w:r w:rsidR="00FF1672" w:rsidRPr="00185E58">
        <w:rPr>
          <w:sz w:val="20"/>
        </w:rPr>
        <w:t xml:space="preserve"> fuente Helvética.</w:t>
      </w:r>
    </w:p>
    <w:p w14:paraId="05E1C5B6" w14:textId="77777777" w:rsidR="00DB2390" w:rsidRPr="00185E58" w:rsidRDefault="00DB2390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Puede modificar la parte central y derecha del encabezado </w:t>
      </w:r>
      <w:r w:rsidR="002559EF" w:rsidRPr="00185E58">
        <w:rPr>
          <w:sz w:val="20"/>
        </w:rPr>
        <w:t>de este documento</w:t>
      </w:r>
      <w:r w:rsidRPr="00185E58">
        <w:rPr>
          <w:sz w:val="20"/>
        </w:rPr>
        <w:t xml:space="preserve"> para personalizar la identificación </w:t>
      </w:r>
      <w:r w:rsidR="00F31555" w:rsidRPr="00185E58">
        <w:rPr>
          <w:sz w:val="20"/>
        </w:rPr>
        <w:t xml:space="preserve">del emisor y </w:t>
      </w:r>
      <w:proofErr w:type="spellStart"/>
      <w:r w:rsidR="00F31555" w:rsidRPr="00185E58">
        <w:rPr>
          <w:sz w:val="20"/>
        </w:rPr>
        <w:t>su</w:t>
      </w:r>
      <w:r w:rsidR="002559EF" w:rsidRPr="00185E58">
        <w:rPr>
          <w:sz w:val="20"/>
        </w:rPr>
        <w:t>bemisor</w:t>
      </w:r>
      <w:proofErr w:type="spellEnd"/>
      <w:r w:rsidR="002559EF" w:rsidRPr="00185E58">
        <w:rPr>
          <w:sz w:val="20"/>
        </w:rPr>
        <w:t xml:space="preserve"> (si procede) </w:t>
      </w:r>
      <w:r w:rsidRPr="00185E58">
        <w:rPr>
          <w:sz w:val="20"/>
        </w:rPr>
        <w:t xml:space="preserve">y </w:t>
      </w:r>
      <w:r w:rsidR="00F31555" w:rsidRPr="00185E58">
        <w:rPr>
          <w:sz w:val="20"/>
        </w:rPr>
        <w:t>datos de ubicación y contacto</w:t>
      </w:r>
      <w:r w:rsidR="00BA41C7">
        <w:rPr>
          <w:sz w:val="20"/>
        </w:rPr>
        <w:t xml:space="preserve"> de la</w:t>
      </w:r>
      <w:r w:rsidR="002559EF" w:rsidRPr="00185E58">
        <w:rPr>
          <w:sz w:val="20"/>
        </w:rPr>
        <w:t xml:space="preserve"> unidad organizativa</w:t>
      </w:r>
      <w:r w:rsidRPr="00185E58">
        <w:rPr>
          <w:sz w:val="20"/>
        </w:rPr>
        <w:t>. La zona izquierda en cambio, la que refleja el logo e identificación de la Universidad de Cádiz, debe quedar inalterada.</w:t>
      </w:r>
    </w:p>
    <w:p w14:paraId="416A8499" w14:textId="77777777" w:rsidR="002559EF" w:rsidRPr="00185E58" w:rsidRDefault="002559EF" w:rsidP="00C97CD9">
      <w:pPr>
        <w:pStyle w:val="Estilo1"/>
        <w:spacing w:line="288" w:lineRule="auto"/>
      </w:pPr>
      <w:r w:rsidRPr="00185E58">
        <w:t>Encabezado de la segunda página</w:t>
      </w:r>
    </w:p>
    <w:p w14:paraId="2E6DC53D" w14:textId="77777777" w:rsidR="00A831C3" w:rsidRPr="00185E58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>E</w:t>
      </w:r>
      <w:r w:rsidR="00B8764E" w:rsidRPr="00185E58">
        <w:rPr>
          <w:sz w:val="20"/>
        </w:rPr>
        <w:t xml:space="preserve">l encabezado </w:t>
      </w:r>
      <w:r w:rsidRPr="00185E58">
        <w:rPr>
          <w:sz w:val="20"/>
        </w:rPr>
        <w:t xml:space="preserve">de este documento cambia desde la </w:t>
      </w:r>
      <w:r w:rsidR="00B8764E" w:rsidRPr="00185E58">
        <w:rPr>
          <w:sz w:val="20"/>
        </w:rPr>
        <w:t>segunda págin</w:t>
      </w:r>
      <w:r w:rsidR="00B6008F" w:rsidRPr="00185E58">
        <w:rPr>
          <w:sz w:val="20"/>
        </w:rPr>
        <w:t>a</w:t>
      </w:r>
      <w:r w:rsidRPr="00185E58">
        <w:rPr>
          <w:sz w:val="20"/>
        </w:rPr>
        <w:t xml:space="preserve"> para mostrar</w:t>
      </w:r>
      <w:r w:rsidR="00B6008F" w:rsidRPr="00185E58">
        <w:rPr>
          <w:sz w:val="20"/>
        </w:rPr>
        <w:t xml:space="preserve"> únicamente el logo</w:t>
      </w:r>
      <w:r w:rsidR="00B8764E" w:rsidRPr="00185E58">
        <w:rPr>
          <w:sz w:val="20"/>
        </w:rPr>
        <w:t>símbolo de la Universidad de Cá</w:t>
      </w:r>
      <w:r w:rsidR="00B6008F" w:rsidRPr="00185E58">
        <w:rPr>
          <w:sz w:val="20"/>
        </w:rPr>
        <w:t>diz</w:t>
      </w:r>
      <w:r w:rsidR="008F6A48">
        <w:rPr>
          <w:sz w:val="20"/>
        </w:rPr>
        <w:t>.</w:t>
      </w:r>
    </w:p>
    <w:p w14:paraId="44347EF7" w14:textId="77777777" w:rsidR="002559EF" w:rsidRPr="00185E58" w:rsidRDefault="002559EF" w:rsidP="00C97CD9">
      <w:pPr>
        <w:pStyle w:val="Estilo1"/>
        <w:spacing w:line="288" w:lineRule="auto"/>
      </w:pPr>
      <w:r w:rsidRPr="00185E58">
        <w:t>Fuentes</w:t>
      </w:r>
      <w:r w:rsidR="00CF75E8">
        <w:t xml:space="preserve"> y justificación</w:t>
      </w:r>
    </w:p>
    <w:p w14:paraId="2CF7A059" w14:textId="77777777" w:rsidR="002559EF" w:rsidRDefault="002559EF" w:rsidP="00C97CD9">
      <w:pPr>
        <w:spacing w:line="288" w:lineRule="auto"/>
        <w:rPr>
          <w:sz w:val="20"/>
        </w:rPr>
      </w:pPr>
      <w:r w:rsidRPr="00185E58">
        <w:rPr>
          <w:sz w:val="20"/>
        </w:rPr>
        <w:t xml:space="preserve">La tipografía empleada para el cuerpo del documento es Garamond. La que se recomienda para emplear </w:t>
      </w:r>
      <w:r w:rsidR="00CF75E8">
        <w:rPr>
          <w:sz w:val="20"/>
        </w:rPr>
        <w:t xml:space="preserve">como título de </w:t>
      </w:r>
      <w:r w:rsidRPr="00185E58">
        <w:rPr>
          <w:sz w:val="20"/>
        </w:rPr>
        <w:t>epígrafes es Lato.</w:t>
      </w:r>
      <w:r w:rsidR="00CF75E8">
        <w:rPr>
          <w:sz w:val="20"/>
        </w:rPr>
        <w:t xml:space="preserve"> </w:t>
      </w:r>
      <w:r w:rsidR="00FB595C">
        <w:rPr>
          <w:sz w:val="20"/>
        </w:rPr>
        <w:t>Se</w:t>
      </w:r>
      <w:r w:rsidR="00F41F71">
        <w:rPr>
          <w:sz w:val="20"/>
        </w:rPr>
        <w:t xml:space="preserve"> recomienda justificar el texto.</w:t>
      </w:r>
    </w:p>
    <w:p w14:paraId="32CF4F46" w14:textId="77777777" w:rsidR="00814912" w:rsidRPr="00185E58" w:rsidRDefault="00814912" w:rsidP="00814912">
      <w:pPr>
        <w:pStyle w:val="Estilo1"/>
        <w:spacing w:line="288" w:lineRule="auto"/>
      </w:pPr>
      <w:r>
        <w:t>Ubicación</w:t>
      </w:r>
    </w:p>
    <w:p w14:paraId="5620FB35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Este documento puede descargarse tanto en formato Office como  </w:t>
      </w:r>
      <w:proofErr w:type="spellStart"/>
      <w:r>
        <w:rPr>
          <w:sz w:val="20"/>
        </w:rPr>
        <w:t>LibreOficce</w:t>
      </w:r>
      <w:proofErr w:type="spellEnd"/>
      <w:r>
        <w:rPr>
          <w:sz w:val="20"/>
        </w:rPr>
        <w:t xml:space="preserve"> desde:</w:t>
      </w:r>
    </w:p>
    <w:p w14:paraId="4A5204BC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http://gabcomunicacion.uca.es/identidad-visual/plantillas-identidad-visual/</w:t>
      </w:r>
    </w:p>
    <w:p w14:paraId="478C6A07" w14:textId="77777777" w:rsidR="00814912" w:rsidRDefault="00814912" w:rsidP="00814912">
      <w:pPr>
        <w:spacing w:line="288" w:lineRule="auto"/>
        <w:rPr>
          <w:sz w:val="20"/>
        </w:rPr>
      </w:pPr>
      <w:r>
        <w:rPr>
          <w:sz w:val="20"/>
        </w:rPr>
        <w:t xml:space="preserve">Y nuestro </w:t>
      </w:r>
      <w:r w:rsidRPr="00185E58">
        <w:rPr>
          <w:sz w:val="20"/>
        </w:rPr>
        <w:t>Manual de normas de identidad visual</w:t>
      </w:r>
      <w:r>
        <w:rPr>
          <w:sz w:val="20"/>
        </w:rPr>
        <w:t xml:space="preserve"> desde </w:t>
      </w:r>
      <w:proofErr w:type="spellStart"/>
      <w:r w:rsidR="00C22A4E">
        <w:rPr>
          <w:sz w:val="20"/>
        </w:rPr>
        <w:t>desde</w:t>
      </w:r>
      <w:proofErr w:type="spellEnd"/>
      <w:r>
        <w:rPr>
          <w:sz w:val="20"/>
        </w:rPr>
        <w:t>:</w:t>
      </w:r>
    </w:p>
    <w:p w14:paraId="70CC5E30" w14:textId="77777777" w:rsidR="00814912" w:rsidRPr="00814912" w:rsidRDefault="00814912" w:rsidP="00814912">
      <w:pPr>
        <w:spacing w:line="288" w:lineRule="auto"/>
        <w:rPr>
          <w:color w:val="2E74B5" w:themeColor="accent5" w:themeShade="BF"/>
          <w:sz w:val="20"/>
        </w:rPr>
      </w:pPr>
      <w:r w:rsidRPr="00814912">
        <w:rPr>
          <w:color w:val="2E74B5" w:themeColor="accent5" w:themeShade="BF"/>
          <w:sz w:val="20"/>
        </w:rPr>
        <w:t>http://gabcomunicacion.uca.es/wp-content/uploads/2018/09/Manual-de-Identidad-Visual.pdf?u</w:t>
      </w:r>
    </w:p>
    <w:p w14:paraId="6B465ADC" w14:textId="77777777" w:rsidR="00814912" w:rsidRDefault="00814912" w:rsidP="00814912">
      <w:pPr>
        <w:spacing w:line="288" w:lineRule="auto"/>
        <w:rPr>
          <w:sz w:val="20"/>
        </w:rPr>
      </w:pPr>
    </w:p>
    <w:p w14:paraId="05189AD8" w14:textId="77777777" w:rsidR="00814912" w:rsidRDefault="00814912" w:rsidP="00814912">
      <w:pPr>
        <w:spacing w:line="288" w:lineRule="auto"/>
        <w:rPr>
          <w:sz w:val="20"/>
        </w:rPr>
      </w:pPr>
    </w:p>
    <w:p w14:paraId="1BF8F9C2" w14:textId="77777777" w:rsidR="00814912" w:rsidRPr="00185E58" w:rsidRDefault="00814912" w:rsidP="00814912">
      <w:pPr>
        <w:spacing w:line="288" w:lineRule="auto"/>
        <w:rPr>
          <w:sz w:val="20"/>
        </w:rPr>
      </w:pPr>
    </w:p>
    <w:p w14:paraId="39923E2D" w14:textId="77777777" w:rsidR="00A940B0" w:rsidRPr="00185E58" w:rsidRDefault="00A940B0" w:rsidP="00C97CD9">
      <w:pPr>
        <w:spacing w:line="288" w:lineRule="auto"/>
        <w:rPr>
          <w:sz w:val="20"/>
        </w:rPr>
      </w:pPr>
    </w:p>
    <w:sectPr w:rsidR="00A940B0" w:rsidRPr="00185E58" w:rsidSect="00E16CD4">
      <w:headerReference w:type="default" r:id="rId9"/>
      <w:footerReference w:type="default" r:id="rId10"/>
      <w:headerReference w:type="first" r:id="rId11"/>
      <w:pgSz w:w="11900" w:h="16840"/>
      <w:pgMar w:top="2835" w:right="1134" w:bottom="1418" w:left="2268" w:header="1134" w:footer="709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CF5DF" w14:textId="77777777" w:rsidR="00355A51" w:rsidRDefault="00355A51" w:rsidP="00D96CBF">
      <w:r>
        <w:separator/>
      </w:r>
    </w:p>
  </w:endnote>
  <w:endnote w:type="continuationSeparator" w:id="0">
    <w:p w14:paraId="5CC25B1D" w14:textId="77777777" w:rsidR="00355A51" w:rsidRDefault="00355A51" w:rsidP="00D9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Helvetica 65 Medium">
    <w:altName w:val="Helvetica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55 Roman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ato">
    <w:altName w:val="Lato Regular"/>
    <w:charset w:val="00"/>
    <w:family w:val="auto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Medium">
    <w:panose1 w:val="020B0604020202020204"/>
    <w:charset w:val="00"/>
    <w:family w:val="auto"/>
    <w:pitch w:val="variable"/>
    <w:sig w:usb0="A00002FF" w:usb1="5000205B" w:usb2="00000002" w:usb3="00000000" w:csb0="0000009B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D9D42" w14:textId="77777777" w:rsidR="00355A51" w:rsidRDefault="00355A51" w:rsidP="008178B7">
    <w:pPr>
      <w:pStyle w:val="Piedepgina"/>
      <w:jc w:val="center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BF6D0EF" w14:textId="77777777" w:rsidR="00355A51" w:rsidRPr="005D2997" w:rsidRDefault="00355A51" w:rsidP="00D96CBF">
    <w:pPr>
      <w:rPr>
        <w:rFonts w:ascii="Arial" w:hAnsi="Arial" w:cs="Arial"/>
        <w:szCs w:val="20"/>
      </w:rPr>
    </w:pPr>
    <w:r w:rsidRPr="005D2997">
      <w:tab/>
    </w:r>
  </w:p>
  <w:p w14:paraId="16BA2024" w14:textId="77777777" w:rsidR="00355A51" w:rsidRDefault="00355A51" w:rsidP="00D96CBF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80EC1" w14:textId="77777777" w:rsidR="00355A51" w:rsidRDefault="00355A51" w:rsidP="00D96CBF">
      <w:r>
        <w:separator/>
      </w:r>
    </w:p>
  </w:footnote>
  <w:footnote w:type="continuationSeparator" w:id="0">
    <w:p w14:paraId="49047B16" w14:textId="77777777" w:rsidR="00355A51" w:rsidRDefault="00355A51" w:rsidP="00D96C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D5643" w14:textId="77777777" w:rsidR="00355A51" w:rsidRDefault="00355A51" w:rsidP="00D96CBF">
    <w:pPr>
      <w:pStyle w:val="Encabezado"/>
    </w:pPr>
    <w:r>
      <w:rPr>
        <w:noProof/>
        <w:lang w:val="es-ES"/>
      </w:rPr>
      <w:drawing>
        <wp:anchor distT="0" distB="0" distL="114300" distR="114300" simplePos="0" relativeHeight="251664896" behindDoc="0" locked="0" layoutInCell="1" allowOverlap="1" wp14:anchorId="76997C5E" wp14:editId="79452BF0">
          <wp:simplePos x="0" y="0"/>
          <wp:positionH relativeFrom="column">
            <wp:posOffset>-1108710</wp:posOffset>
          </wp:positionH>
          <wp:positionV relativeFrom="paragraph">
            <wp:posOffset>-82550</wp:posOffset>
          </wp:positionV>
          <wp:extent cx="1803600" cy="712800"/>
          <wp:effectExtent l="0" t="0" r="0" b="0"/>
          <wp:wrapNone/>
          <wp:docPr id="8" name="Imagen 8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B10E" w14:textId="77777777" w:rsidR="00355A51" w:rsidRDefault="00355A51" w:rsidP="00D96CBF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DB397E3" wp14:editId="1DD6C97E">
              <wp:simplePos x="0" y="0"/>
              <wp:positionH relativeFrom="column">
                <wp:posOffset>3640455</wp:posOffset>
              </wp:positionH>
              <wp:positionV relativeFrom="paragraph">
                <wp:posOffset>2540</wp:posOffset>
              </wp:positionV>
              <wp:extent cx="1873250" cy="86423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3250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6A88C3F" w14:textId="77777777" w:rsidR="00355A51" w:rsidRPr="00B07A34" w:rsidRDefault="00355A51" w:rsidP="00E16CD4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 xml:space="preserve">Edificio CASEM </w:t>
                          </w:r>
                        </w:p>
                        <w:p w14:paraId="6B193BA1" w14:textId="77777777" w:rsidR="00355A51" w:rsidRPr="00B07A34" w:rsidRDefault="00355A51" w:rsidP="00E16CD4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Campus Universitario de Puerto Real</w:t>
                          </w:r>
                        </w:p>
                        <w:p w14:paraId="42117B29" w14:textId="77777777" w:rsidR="00355A51" w:rsidRPr="00B07A34" w:rsidRDefault="00B07A34" w:rsidP="00E16CD4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>Avda. República Sa</w:t>
                          </w:r>
                          <w:r w:rsidR="00355A51" w:rsidRPr="00B07A34">
                            <w:rPr>
                              <w:color w:val="808080" w:themeColor="background1" w:themeShade="80"/>
                            </w:rPr>
                            <w:t>haraui s/n</w:t>
                          </w:r>
                        </w:p>
                        <w:p w14:paraId="33AEAE7C" w14:textId="77777777" w:rsidR="00355A51" w:rsidRPr="00B07A34" w:rsidRDefault="00355A51" w:rsidP="00E16CD4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11510 Puerto Real</w:t>
                          </w:r>
                        </w:p>
                        <w:p w14:paraId="4F6895AD" w14:textId="77777777" w:rsidR="00355A51" w:rsidRPr="00B07A34" w:rsidRDefault="00355A51" w:rsidP="00E16CD4">
                          <w:pPr>
                            <w:pStyle w:val="Subemisor3"/>
                            <w:rPr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color w:val="808080" w:themeColor="background1" w:themeShade="80"/>
                            </w:rPr>
                            <w:t>Tel. 34 956 016 041</w:t>
                          </w:r>
                        </w:p>
                        <w:p w14:paraId="7A42E463" w14:textId="77777777" w:rsidR="00355A51" w:rsidRPr="00B07A34" w:rsidRDefault="00355A51" w:rsidP="00E16CD4">
                          <w:pPr>
                            <w:pStyle w:val="Subemisor3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http://ccmaryambientales.uca.es</w:t>
                          </w:r>
                        </w:p>
                        <w:p w14:paraId="7340A24C" w14:textId="77777777" w:rsidR="00355A51" w:rsidRPr="00B07A34" w:rsidRDefault="00355A51" w:rsidP="00E16CD4">
                          <w:pPr>
                            <w:pStyle w:val="Subemisor3"/>
                            <w:rPr>
                              <w:i/>
                              <w:color w:val="808080" w:themeColor="background1" w:themeShade="80"/>
                            </w:rPr>
                          </w:pPr>
                          <w:r w:rsidRPr="00B07A34">
                            <w:rPr>
                              <w:i/>
                              <w:color w:val="808080" w:themeColor="background1" w:themeShade="80"/>
                            </w:rPr>
                            <w:t>decanato.ccmar@uca.es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286.65pt;margin-top:.2pt;width:147.5pt;height:68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" filled="f" stroked="f">
              <v:path arrowok="t"/>
              <v:textbox inset="0,0">
                <w:txbxContent>
                  <w:p w14:paraId="66A88C3F" w14:textId="77777777" w:rsidR="00355A51" w:rsidRPr="00B07A34" w:rsidRDefault="00355A51" w:rsidP="00E16CD4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 xml:space="preserve">Edificio CASEM </w:t>
                    </w:r>
                  </w:p>
                  <w:p w14:paraId="6B193BA1" w14:textId="77777777" w:rsidR="00355A51" w:rsidRPr="00B07A34" w:rsidRDefault="00355A51" w:rsidP="00E16CD4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Campus Universitario de Puerto Real</w:t>
                    </w:r>
                  </w:p>
                  <w:p w14:paraId="42117B29" w14:textId="77777777" w:rsidR="00355A51" w:rsidRPr="00B07A34" w:rsidRDefault="00B07A34" w:rsidP="00E16CD4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>
                      <w:rPr>
                        <w:color w:val="808080" w:themeColor="background1" w:themeShade="80"/>
                      </w:rPr>
                      <w:t>Avda. República Sa</w:t>
                    </w:r>
                    <w:r w:rsidR="00355A51" w:rsidRPr="00B07A34">
                      <w:rPr>
                        <w:color w:val="808080" w:themeColor="background1" w:themeShade="80"/>
                      </w:rPr>
                      <w:t>haraui s/n</w:t>
                    </w:r>
                  </w:p>
                  <w:p w14:paraId="33AEAE7C" w14:textId="77777777" w:rsidR="00355A51" w:rsidRPr="00B07A34" w:rsidRDefault="00355A51" w:rsidP="00E16CD4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11510 Puerto Real</w:t>
                    </w:r>
                  </w:p>
                  <w:p w14:paraId="4F6895AD" w14:textId="77777777" w:rsidR="00355A51" w:rsidRPr="00B07A34" w:rsidRDefault="00355A51" w:rsidP="00E16CD4">
                    <w:pPr>
                      <w:pStyle w:val="Subemisor3"/>
                      <w:rPr>
                        <w:color w:val="808080" w:themeColor="background1" w:themeShade="80"/>
                      </w:rPr>
                    </w:pPr>
                    <w:r w:rsidRPr="00B07A34">
                      <w:rPr>
                        <w:color w:val="808080" w:themeColor="background1" w:themeShade="80"/>
                      </w:rPr>
                      <w:t>Tel. 34 956 016 041</w:t>
                    </w:r>
                  </w:p>
                  <w:p w14:paraId="7A42E463" w14:textId="77777777" w:rsidR="00355A51" w:rsidRPr="00B07A34" w:rsidRDefault="00355A51" w:rsidP="00E16CD4">
                    <w:pPr>
                      <w:pStyle w:val="Subemisor3"/>
                      <w:rPr>
                        <w:i/>
                        <w:color w:val="808080" w:themeColor="background1" w:themeShade="80"/>
                      </w:rPr>
                    </w:pPr>
                    <w:r w:rsidRPr="00B07A34">
                      <w:rPr>
                        <w:i/>
                        <w:color w:val="808080" w:themeColor="background1" w:themeShade="80"/>
                      </w:rPr>
                      <w:t>http://ccmaryambientales.uca.es</w:t>
                    </w:r>
                  </w:p>
                  <w:p w14:paraId="7340A24C" w14:textId="77777777" w:rsidR="00355A51" w:rsidRPr="00B07A34" w:rsidRDefault="00355A51" w:rsidP="00E16CD4">
                    <w:pPr>
                      <w:pStyle w:val="Subemisor3"/>
                      <w:rPr>
                        <w:i/>
                        <w:color w:val="808080" w:themeColor="background1" w:themeShade="80"/>
                      </w:rPr>
                    </w:pPr>
                    <w:r w:rsidRPr="00B07A34">
                      <w:rPr>
                        <w:i/>
                        <w:color w:val="808080" w:themeColor="background1" w:themeShade="80"/>
                      </w:rPr>
                      <w:t>decanato.ccmar@uca.es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ES"/>
      </w:rPr>
      <w:drawing>
        <wp:anchor distT="0" distB="0" distL="114300" distR="114300" simplePos="0" relativeHeight="251666944" behindDoc="0" locked="0" layoutInCell="1" allowOverlap="1" wp14:anchorId="53FC9B26" wp14:editId="1CD8D95F">
          <wp:simplePos x="0" y="0"/>
          <wp:positionH relativeFrom="column">
            <wp:posOffset>-1108710</wp:posOffset>
          </wp:positionH>
          <wp:positionV relativeFrom="paragraph">
            <wp:posOffset>-83153</wp:posOffset>
          </wp:positionV>
          <wp:extent cx="1803600" cy="712800"/>
          <wp:effectExtent l="0" t="0" r="0" b="0"/>
          <wp:wrapNone/>
          <wp:docPr id="12" name="Imagen 12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600" cy="7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617DFD0" wp14:editId="1CF20149">
              <wp:simplePos x="0" y="0"/>
              <wp:positionH relativeFrom="column">
                <wp:posOffset>1851660</wp:posOffset>
              </wp:positionH>
              <wp:positionV relativeFrom="paragraph">
                <wp:posOffset>2540</wp:posOffset>
              </wp:positionV>
              <wp:extent cx="1583055" cy="64579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3055" cy="645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37538EF" w14:textId="77777777" w:rsidR="00355A51" w:rsidRPr="00814912" w:rsidRDefault="00355A51" w:rsidP="00814912">
                          <w:pPr>
                            <w:pStyle w:val="Ttulo1"/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</w:pPr>
                          <w:r>
                            <w:rPr>
                              <w:rFonts w:ascii="Helvetica Neue Medium" w:hAnsi="Helvetica Neue Medium"/>
                              <w:color w:val="006189"/>
                              <w:sz w:val="14"/>
                            </w:rPr>
                            <w:t>Facultad de Ciencias del Mar              y Ambientales</w:t>
                          </w:r>
                        </w:p>
                        <w:p w14:paraId="6315F4CD" w14:textId="77777777" w:rsidR="00355A51" w:rsidRPr="00B47BA7" w:rsidRDefault="00355A51" w:rsidP="00B47BA7">
                          <w:pPr>
                            <w:pStyle w:val="Ttulo1"/>
                            <w:rPr>
                              <w:rFonts w:ascii="Helvetica Neue" w:hAnsi="Helvetica Neue"/>
                              <w:bCs w:val="0"/>
                              <w:color w:val="006189"/>
                              <w:sz w:val="14"/>
                            </w:rPr>
                          </w:pPr>
                          <w:r>
                            <w:rPr>
                              <w:rFonts w:ascii="Helvetica Neue" w:hAnsi="Helvetica Neue"/>
                              <w:bCs w:val="0"/>
                              <w:color w:val="006189"/>
                              <w:sz w:val="14"/>
                            </w:rPr>
                            <w:t>Máster en Oceanografía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27" type="#_x0000_t202" style="position:absolute;left:0;text-align:left;margin-left:145.8pt;margin-top:.2pt;width:124.65pt;height:5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" filled="f" stroked="f">
              <v:path arrowok="t"/>
              <v:textbox inset="0,0">
                <w:txbxContent>
                  <w:p w14:paraId="237538EF" w14:textId="77777777" w:rsidR="00355A51" w:rsidRPr="00814912" w:rsidRDefault="00355A51" w:rsidP="00814912">
                    <w:pPr>
                      <w:pStyle w:val="Ttulo1"/>
                      <w:rPr>
                        <w:rFonts w:ascii="Helvetica Neue Medium" w:hAnsi="Helvetica Neue Medium"/>
                        <w:color w:val="006189"/>
                        <w:sz w:val="14"/>
                      </w:rPr>
                    </w:pPr>
                    <w:r>
                      <w:rPr>
                        <w:rFonts w:ascii="Helvetica Neue Medium" w:hAnsi="Helvetica Neue Medium"/>
                        <w:color w:val="006189"/>
                        <w:sz w:val="14"/>
                      </w:rPr>
                      <w:t>Facultad de Ciencias del Mar              y Ambientales</w:t>
                    </w:r>
                  </w:p>
                  <w:p w14:paraId="6315F4CD" w14:textId="77777777" w:rsidR="00355A51" w:rsidRPr="00B47BA7" w:rsidRDefault="00355A51" w:rsidP="00B47BA7">
                    <w:pPr>
                      <w:pStyle w:val="Ttulo1"/>
                      <w:rPr>
                        <w:rFonts w:ascii="Helvetica Neue" w:hAnsi="Helvetica Neue"/>
                        <w:bCs w:val="0"/>
                        <w:color w:val="006189"/>
                        <w:sz w:val="14"/>
                      </w:rPr>
                    </w:pPr>
                    <w:r>
                      <w:rPr>
                        <w:rFonts w:ascii="Helvetica Neue" w:hAnsi="Helvetica Neue"/>
                        <w:bCs w:val="0"/>
                        <w:color w:val="006189"/>
                        <w:sz w:val="14"/>
                      </w:rPr>
                      <w:t>Máster en Oceanografía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ES"/>
      </w:rPr>
      <w:drawing>
        <wp:anchor distT="0" distB="0" distL="114300" distR="114300" simplePos="0" relativeHeight="251668992" behindDoc="0" locked="0" layoutInCell="1" allowOverlap="1" wp14:anchorId="0B281561" wp14:editId="1BC8E522">
          <wp:simplePos x="0" y="0"/>
          <wp:positionH relativeFrom="column">
            <wp:posOffset>3589020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67968" behindDoc="0" locked="0" layoutInCell="1" allowOverlap="1" wp14:anchorId="050B1A5A" wp14:editId="15FEAFBC">
          <wp:simplePos x="0" y="0"/>
          <wp:positionH relativeFrom="column">
            <wp:posOffset>1795780</wp:posOffset>
          </wp:positionH>
          <wp:positionV relativeFrom="paragraph">
            <wp:posOffset>-86995</wp:posOffset>
          </wp:positionV>
          <wp:extent cx="20955" cy="719455"/>
          <wp:effectExtent l="0" t="0" r="444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83C4938" w14:textId="77777777" w:rsidR="00355A51" w:rsidRDefault="00355A51" w:rsidP="00D96CBF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A42BA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357"/>
  <w:drawingGridVerticalSpacing w:val="357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12"/>
    <w:rsid w:val="00027660"/>
    <w:rsid w:val="00061C05"/>
    <w:rsid w:val="00071D97"/>
    <w:rsid w:val="00094677"/>
    <w:rsid w:val="000A432A"/>
    <w:rsid w:val="000B14B7"/>
    <w:rsid w:val="00141683"/>
    <w:rsid w:val="00173179"/>
    <w:rsid w:val="00175B1D"/>
    <w:rsid w:val="00185E58"/>
    <w:rsid w:val="00196145"/>
    <w:rsid w:val="001D178F"/>
    <w:rsid w:val="001F4A15"/>
    <w:rsid w:val="0020176B"/>
    <w:rsid w:val="00237622"/>
    <w:rsid w:val="00251B5B"/>
    <w:rsid w:val="002559EF"/>
    <w:rsid w:val="002A09BA"/>
    <w:rsid w:val="002A479D"/>
    <w:rsid w:val="002D5AFE"/>
    <w:rsid w:val="002D6177"/>
    <w:rsid w:val="002F01AA"/>
    <w:rsid w:val="00312E7C"/>
    <w:rsid w:val="00345284"/>
    <w:rsid w:val="00355A51"/>
    <w:rsid w:val="003566FF"/>
    <w:rsid w:val="00372571"/>
    <w:rsid w:val="003E60A6"/>
    <w:rsid w:val="003E7041"/>
    <w:rsid w:val="00463330"/>
    <w:rsid w:val="00485E75"/>
    <w:rsid w:val="004D2927"/>
    <w:rsid w:val="004E4884"/>
    <w:rsid w:val="004F2B2E"/>
    <w:rsid w:val="00520C3E"/>
    <w:rsid w:val="00521F60"/>
    <w:rsid w:val="00524B11"/>
    <w:rsid w:val="005655A4"/>
    <w:rsid w:val="005A6149"/>
    <w:rsid w:val="005B42BC"/>
    <w:rsid w:val="005D1D31"/>
    <w:rsid w:val="005D2997"/>
    <w:rsid w:val="0060642D"/>
    <w:rsid w:val="00660354"/>
    <w:rsid w:val="00664950"/>
    <w:rsid w:val="006A0CD3"/>
    <w:rsid w:val="006B530C"/>
    <w:rsid w:val="006C4698"/>
    <w:rsid w:val="006F387E"/>
    <w:rsid w:val="006F5DF5"/>
    <w:rsid w:val="00772A83"/>
    <w:rsid w:val="007D4E8C"/>
    <w:rsid w:val="007E73B9"/>
    <w:rsid w:val="00814912"/>
    <w:rsid w:val="008178B7"/>
    <w:rsid w:val="008331E8"/>
    <w:rsid w:val="00844C34"/>
    <w:rsid w:val="00852D44"/>
    <w:rsid w:val="00865461"/>
    <w:rsid w:val="00876219"/>
    <w:rsid w:val="008957F7"/>
    <w:rsid w:val="008A0BB2"/>
    <w:rsid w:val="008C3D46"/>
    <w:rsid w:val="008F6A48"/>
    <w:rsid w:val="00927921"/>
    <w:rsid w:val="00954B90"/>
    <w:rsid w:val="00980F58"/>
    <w:rsid w:val="00985282"/>
    <w:rsid w:val="009862B7"/>
    <w:rsid w:val="009A6F2A"/>
    <w:rsid w:val="009B6A57"/>
    <w:rsid w:val="009C7A2A"/>
    <w:rsid w:val="009F5E24"/>
    <w:rsid w:val="00A113FC"/>
    <w:rsid w:val="00A63759"/>
    <w:rsid w:val="00A72D93"/>
    <w:rsid w:val="00A7382D"/>
    <w:rsid w:val="00A74EB8"/>
    <w:rsid w:val="00A81D96"/>
    <w:rsid w:val="00A831C3"/>
    <w:rsid w:val="00A940B0"/>
    <w:rsid w:val="00AB40EC"/>
    <w:rsid w:val="00AE16AE"/>
    <w:rsid w:val="00AE5CDE"/>
    <w:rsid w:val="00B06336"/>
    <w:rsid w:val="00B07A34"/>
    <w:rsid w:val="00B11376"/>
    <w:rsid w:val="00B47BA7"/>
    <w:rsid w:val="00B6008F"/>
    <w:rsid w:val="00B62CE1"/>
    <w:rsid w:val="00B863CC"/>
    <w:rsid w:val="00B8764E"/>
    <w:rsid w:val="00B94B5C"/>
    <w:rsid w:val="00BA41C7"/>
    <w:rsid w:val="00BD59AC"/>
    <w:rsid w:val="00BD791F"/>
    <w:rsid w:val="00BD79F7"/>
    <w:rsid w:val="00BE183E"/>
    <w:rsid w:val="00C005AD"/>
    <w:rsid w:val="00C22A4E"/>
    <w:rsid w:val="00C45600"/>
    <w:rsid w:val="00C615C4"/>
    <w:rsid w:val="00C934C2"/>
    <w:rsid w:val="00C9574B"/>
    <w:rsid w:val="00C97CD9"/>
    <w:rsid w:val="00CD037B"/>
    <w:rsid w:val="00CF75E8"/>
    <w:rsid w:val="00D04C19"/>
    <w:rsid w:val="00D06029"/>
    <w:rsid w:val="00D06FEF"/>
    <w:rsid w:val="00D1778E"/>
    <w:rsid w:val="00D647EE"/>
    <w:rsid w:val="00D96CBF"/>
    <w:rsid w:val="00DB2390"/>
    <w:rsid w:val="00DC3185"/>
    <w:rsid w:val="00DD3286"/>
    <w:rsid w:val="00E16CD4"/>
    <w:rsid w:val="00E542D7"/>
    <w:rsid w:val="00E56868"/>
    <w:rsid w:val="00E64128"/>
    <w:rsid w:val="00E72CE6"/>
    <w:rsid w:val="00EB2DD5"/>
    <w:rsid w:val="00EB600B"/>
    <w:rsid w:val="00EC0904"/>
    <w:rsid w:val="00F31555"/>
    <w:rsid w:val="00F41F71"/>
    <w:rsid w:val="00F41F9D"/>
    <w:rsid w:val="00F7315B"/>
    <w:rsid w:val="00F73A08"/>
    <w:rsid w:val="00FA2663"/>
    <w:rsid w:val="00FA72C4"/>
    <w:rsid w:val="00FB595C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633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BF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BF"/>
    <w:pPr>
      <w:widowControl w:val="0"/>
      <w:spacing w:after="120"/>
      <w:jc w:val="both"/>
    </w:pPr>
    <w:rPr>
      <w:rFonts w:ascii="Garamond" w:eastAsia="Times New Roman" w:hAnsi="Garamond"/>
      <w:sz w:val="22"/>
      <w:szCs w:val="24"/>
      <w:lang w:eastAsia="es-ES"/>
    </w:rPr>
  </w:style>
  <w:style w:type="paragraph" w:styleId="Ttulo1">
    <w:name w:val="heading 1"/>
    <w:aliases w:val="Subemisor 1"/>
    <w:next w:val="Normal"/>
    <w:link w:val="Ttulo1Car"/>
    <w:qFormat/>
    <w:rsid w:val="00EB600B"/>
    <w:pPr>
      <w:keepNext/>
      <w:tabs>
        <w:tab w:val="left" w:pos="4500"/>
        <w:tab w:val="left" w:pos="7380"/>
      </w:tabs>
      <w:outlineLvl w:val="0"/>
    </w:pPr>
    <w:rPr>
      <w:rFonts w:ascii="Helvetica 65 Medium" w:eastAsia="Arial Unicode MS" w:hAnsi="Helvetica 65 Medium" w:cs="Arial Unicode MS"/>
      <w:bCs/>
      <w:color w:val="005673"/>
      <w:sz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rsid w:val="00EB600B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EB600B"/>
    <w:pPr>
      <w:widowControl w:val="0"/>
    </w:pPr>
    <w:rPr>
      <w:rFonts w:ascii="Helvetica 55 Roman" w:eastAsia="Times New Roman" w:hAnsi="Helvetica 55 Roman"/>
      <w:color w:val="717579"/>
      <w:sz w:val="16"/>
      <w:lang w:val="es-ES" w:eastAsia="es-ES"/>
    </w:rPr>
  </w:style>
  <w:style w:type="paragraph" w:customStyle="1" w:styleId="Titulo1">
    <w:name w:val="Titulo1"/>
    <w:aliases w:val="Subemisor 2"/>
    <w:basedOn w:val="Ttulo1"/>
    <w:rsid w:val="00EB600B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0F54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F5466"/>
    <w:rPr>
      <w:rFonts w:ascii="Garamond" w:eastAsia="Times New Roman" w:hAnsi="Garamond"/>
      <w:szCs w:val="24"/>
      <w:lang w:val="es-ES" w:eastAsia="es-ES"/>
    </w:rPr>
  </w:style>
  <w:style w:type="paragraph" w:styleId="Piedepgina">
    <w:name w:val="footer"/>
    <w:basedOn w:val="Normal"/>
    <w:link w:val="PiedepginaCar"/>
    <w:rsid w:val="000F54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0F5466"/>
    <w:rPr>
      <w:rFonts w:ascii="Garamond" w:eastAsia="Times New Roman" w:hAnsi="Garamond"/>
      <w:szCs w:val="24"/>
      <w:lang w:val="es-ES" w:eastAsia="es-ES"/>
    </w:rPr>
  </w:style>
  <w:style w:type="character" w:styleId="Hipervnculo">
    <w:name w:val="Hyperlink"/>
    <w:rsid w:val="00237622"/>
    <w:rPr>
      <w:color w:val="0000FF"/>
      <w:u w:val="single"/>
    </w:rPr>
  </w:style>
  <w:style w:type="paragraph" w:customStyle="1" w:styleId="Subemisor2">
    <w:name w:val="Subemisor2"/>
    <w:basedOn w:val="Ttulo1"/>
    <w:qFormat/>
    <w:rsid w:val="002A09BA"/>
    <w:rPr>
      <w:rFonts w:ascii="Helvetica Neue" w:hAnsi="Helvetica Neue"/>
      <w:szCs w:val="16"/>
    </w:rPr>
  </w:style>
  <w:style w:type="paragraph" w:customStyle="1" w:styleId="Subemisor3">
    <w:name w:val="Subemisor3"/>
    <w:basedOn w:val="Ttulo1"/>
    <w:qFormat/>
    <w:rsid w:val="00061C05"/>
    <w:rPr>
      <w:rFonts w:ascii="Helvetica Neue Light" w:hAnsi="Helvetica Neue Light"/>
      <w:color w:val="5A5A59"/>
      <w:sz w:val="14"/>
      <w:szCs w:val="16"/>
    </w:rPr>
  </w:style>
  <w:style w:type="character" w:styleId="Nmerodepgina">
    <w:name w:val="page number"/>
    <w:basedOn w:val="Fuentedeprrafopredeter"/>
    <w:rsid w:val="005D2997"/>
  </w:style>
  <w:style w:type="character" w:styleId="Hipervnculovisitado">
    <w:name w:val="FollowedHyperlink"/>
    <w:basedOn w:val="Fuentedeprrafopredeter"/>
    <w:semiHidden/>
    <w:unhideWhenUsed/>
    <w:rsid w:val="00844C34"/>
    <w:rPr>
      <w:color w:val="954F72" w:themeColor="followedHyperlink"/>
      <w:u w:val="single"/>
    </w:rPr>
  </w:style>
  <w:style w:type="paragraph" w:customStyle="1" w:styleId="Estilo1">
    <w:name w:val="Estilo1"/>
    <w:basedOn w:val="Normal"/>
    <w:qFormat/>
    <w:rsid w:val="00185E58"/>
    <w:pPr>
      <w:spacing w:before="240"/>
    </w:pPr>
    <w:rPr>
      <w:rFonts w:ascii="Lato" w:hAnsi="La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%20iMac:Users:pedromateos:Desktop:Plantilla-U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1FE28B-18C1-B243-BD22-E2501107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Plantilla-UCA.dotx</Template>
  <TotalTime>16</TotalTime>
  <Pages>1</Pages>
  <Words>222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1446</CharactersWithSpaces>
  <SharedDoc>false</SharedDoc>
  <HLinks>
    <vt:vector size="24" baseType="variant">
      <vt:variant>
        <vt:i4>3932200</vt:i4>
      </vt:variant>
      <vt:variant>
        <vt:i4>3</vt:i4>
      </vt:variant>
      <vt:variant>
        <vt:i4>0</vt:i4>
      </vt:variant>
      <vt:variant>
        <vt:i4>5</vt:i4>
      </vt:variant>
      <vt:variant>
        <vt:lpwstr>mailto:recursos.docentes@uca.es</vt:lpwstr>
      </vt:variant>
      <vt:variant>
        <vt:lpwstr/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http://www.uca.es/</vt:lpwstr>
      </vt:variant>
      <vt:variant>
        <vt:lpwstr/>
      </vt:variant>
      <vt:variant>
        <vt:i4>58</vt:i4>
      </vt:variant>
      <vt:variant>
        <vt:i4>-1</vt:i4>
      </vt:variant>
      <vt:variant>
        <vt:i4>2050</vt:i4>
      </vt:variant>
      <vt:variant>
        <vt:i4>1</vt:i4>
      </vt:variant>
      <vt:variant>
        <vt:lpwstr>logo1</vt:lpwstr>
      </vt:variant>
      <vt:variant>
        <vt:lpwstr/>
      </vt:variant>
      <vt:variant>
        <vt:i4>58</vt:i4>
      </vt:variant>
      <vt:variant>
        <vt:i4>-1</vt:i4>
      </vt:variant>
      <vt:variant>
        <vt:i4>2056</vt:i4>
      </vt:variant>
      <vt:variant>
        <vt:i4>1</vt:i4>
      </vt:variant>
      <vt:variant>
        <vt:lpwstr>logo1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Mateos</dc:creator>
  <cp:lastModifiedBy>Pedro Mateos</cp:lastModifiedBy>
  <cp:revision>3</cp:revision>
  <cp:lastPrinted>2018-01-24T11:10:00Z</cp:lastPrinted>
  <dcterms:created xsi:type="dcterms:W3CDTF">2018-10-25T08:47:00Z</dcterms:created>
  <dcterms:modified xsi:type="dcterms:W3CDTF">2018-10-25T09:04:00Z</dcterms:modified>
</cp:coreProperties>
</file>